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BED69" w14:textId="77777777" w:rsidR="00272FED" w:rsidRPr="00186250" w:rsidRDefault="00272FED" w:rsidP="00186250">
      <w:pPr>
        <w:pStyle w:val="Texte"/>
        <w:spacing w:before="240" w:after="240"/>
        <w:rPr>
          <w:rFonts w:ascii="Helvetica 75 Bold" w:hAnsi="Helvetica 75 Bold"/>
          <w:color w:val="FF66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186250">
        <w:rPr>
          <w:rFonts w:ascii="Helvetica 75 Bold" w:hAnsi="Helvetica 75 Bold"/>
          <w:color w:val="FF66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8ABED6A" w14:textId="77777777" w:rsidR="000E79C9" w:rsidRPr="00186250" w:rsidRDefault="00CD1A47" w:rsidP="00EB4DAE">
      <w:pPr>
        <w:rPr>
          <w:b/>
          <w:bCs/>
          <w:sz w:val="36"/>
          <w:szCs w:val="36"/>
        </w:rPr>
      </w:pPr>
      <w:r w:rsidRPr="00186250">
        <w:rPr>
          <w:b/>
          <w:bCs/>
          <w:sz w:val="36"/>
          <w:szCs w:val="36"/>
        </w:rPr>
        <w:t xml:space="preserve">Offre </w:t>
      </w:r>
      <w:r w:rsidR="000E79C9" w:rsidRPr="00186250">
        <w:rPr>
          <w:b/>
          <w:bCs/>
          <w:sz w:val="36"/>
          <w:szCs w:val="36"/>
        </w:rPr>
        <w:t>FTTE passif</w:t>
      </w:r>
      <w:r w:rsidR="000E79C9" w:rsidRPr="00186250">
        <w:rPr>
          <w:rFonts w:cs="Calibri"/>
          <w:b/>
          <w:bCs/>
          <w:sz w:val="36"/>
          <w:szCs w:val="36"/>
        </w:rPr>
        <w:t xml:space="preserve"> </w:t>
      </w:r>
      <w:r w:rsidR="00E44184" w:rsidRPr="00186250">
        <w:rPr>
          <w:rFonts w:cs="Calibri"/>
          <w:b/>
          <w:bCs/>
          <w:sz w:val="36"/>
          <w:szCs w:val="36"/>
        </w:rPr>
        <w:t>PM</w:t>
      </w:r>
      <w:r w:rsidR="00DD763C" w:rsidRPr="00186250">
        <w:rPr>
          <w:rFonts w:cs="Calibri"/>
          <w:b/>
          <w:bCs/>
          <w:sz w:val="36"/>
          <w:szCs w:val="36"/>
        </w:rPr>
        <w:t xml:space="preserve"> de </w:t>
      </w:r>
      <w:r w:rsidR="007379E1" w:rsidRPr="00186250">
        <w:rPr>
          <w:rFonts w:cs="Calibri"/>
          <w:b/>
          <w:bCs/>
          <w:sz w:val="36"/>
          <w:szCs w:val="36"/>
        </w:rPr>
        <w:t>VAR TRÈS HAUT DÉBIT</w:t>
      </w:r>
    </w:p>
    <w:p w14:paraId="58ABED6B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8ABED6C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58ABED6D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58ABED6E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58ABED6F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7379E1">
        <w:rPr>
          <w:rFonts w:cs="Arial"/>
          <w:szCs w:val="20"/>
        </w:rPr>
        <w:t>VAR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58ABED7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7379E1">
        <w:rPr>
          <w:rFonts w:cs="Arial"/>
          <w:szCs w:val="20"/>
        </w:rPr>
        <w:t>VAR TRÈS HAUT DÉBIT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58ABED71" w14:textId="77777777" w:rsidR="001A7064" w:rsidRPr="0028511F" w:rsidRDefault="001A7064" w:rsidP="001A7064">
      <w:pPr>
        <w:pStyle w:val="Texte"/>
      </w:pPr>
    </w:p>
    <w:p w14:paraId="58ABED72" w14:textId="781A341E" w:rsidR="001A7064" w:rsidRPr="00577FD1" w:rsidRDefault="001A7064" w:rsidP="00186250">
      <w:pPr>
        <w:pStyle w:val="Titre"/>
      </w:pPr>
      <w:r w:rsidRPr="00577FD1">
        <w:t xml:space="preserve">pénalités pouvant être dues </w:t>
      </w:r>
      <w:r w:rsidR="00314DF4">
        <w:t xml:space="preserve">par </w:t>
      </w:r>
      <w:r w:rsidR="007379E1">
        <w:t>VAR TRÈS HAUT DÉBIT</w:t>
      </w:r>
    </w:p>
    <w:p w14:paraId="58ABED74" w14:textId="77777777" w:rsidR="00897127" w:rsidRDefault="001A7064" w:rsidP="00186250">
      <w:pPr>
        <w:pStyle w:val="Titre2"/>
      </w:pPr>
      <w:r w:rsidRPr="00B0235B">
        <w:t xml:space="preserve">1.1 – 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7379E1">
        <w:t>VAR TRÈS HAUT DÉBIT</w:t>
      </w:r>
      <w:r w:rsidR="00EE0ADC">
        <w:t xml:space="preserve"> </w:t>
      </w:r>
      <w:r w:rsidRPr="00B0235B">
        <w:t>de la qualité de service</w:t>
      </w:r>
    </w:p>
    <w:p w14:paraId="58ABED75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7379E1">
        <w:rPr>
          <w:rFonts w:cs="Helvetica55Roman,Italic"/>
          <w:iCs/>
        </w:rPr>
        <w:t>VAR TRÈS HAUT DÉBIT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58ABED76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58ABED77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58ABED78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58ABED7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58ABED7A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58ABED7B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58ABED7C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58ABED7D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8ABED7E" w14:textId="77777777" w:rsidR="00AB4586" w:rsidRDefault="00AB4586" w:rsidP="00AB4586">
      <w:pPr>
        <w:pStyle w:val="Texte"/>
      </w:pPr>
      <w:r>
        <w:lastRenderedPageBreak/>
        <w:t xml:space="preserve">Le montant annuel des pénalités IMS pouvant être dues </w:t>
      </w:r>
      <w:r w:rsidR="00314DF4">
        <w:t xml:space="preserve">par </w:t>
      </w:r>
      <w:r w:rsidR="007379E1">
        <w:t>VAR TRÈS HAUT DÉBIT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58ABED7F" w14:textId="77777777" w:rsidR="001A7064" w:rsidRDefault="0004645F" w:rsidP="0004645F">
      <w:pPr>
        <w:pStyle w:val="Texte"/>
      </w:pPr>
      <w:r w:rsidRPr="004758B9"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58ABED80" w14:textId="77777777" w:rsidR="00B707F2" w:rsidRPr="0004645F" w:rsidRDefault="00B707F2" w:rsidP="0004645F">
      <w:pPr>
        <w:pStyle w:val="Texte"/>
      </w:pPr>
    </w:p>
    <w:p w14:paraId="58ABED81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58ABED82" w14:textId="35C560AA" w:rsidR="001A7064" w:rsidRPr="002B22EF" w:rsidRDefault="001A7064" w:rsidP="00186250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58ABED83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58ABED87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58ABED84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58ABED85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58ABED8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58ABED8C" w14:textId="77777777" w:rsidTr="005A167F">
        <w:tc>
          <w:tcPr>
            <w:tcW w:w="4966" w:type="dxa"/>
            <w:shd w:val="clear" w:color="auto" w:fill="auto"/>
          </w:tcPr>
          <w:p w14:paraId="58ABED88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58ABED89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8ABED8A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8ABED8B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58ABED91" w14:textId="77777777" w:rsidTr="005A167F">
        <w:tc>
          <w:tcPr>
            <w:tcW w:w="4966" w:type="dxa"/>
            <w:shd w:val="clear" w:color="auto" w:fill="auto"/>
            <w:vAlign w:val="center"/>
          </w:tcPr>
          <w:p w14:paraId="58ABED8D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8ABED8E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8ABED8F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8ABED90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58ABED96" w14:textId="77777777" w:rsidTr="005A167F">
        <w:tc>
          <w:tcPr>
            <w:tcW w:w="4966" w:type="dxa"/>
            <w:shd w:val="clear" w:color="auto" w:fill="auto"/>
            <w:vAlign w:val="center"/>
          </w:tcPr>
          <w:p w14:paraId="58ABED92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8ABED93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8ABED94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8ABED95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58ABED97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8ABED98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58ABED9C" w14:textId="77777777" w:rsidTr="00142F19">
        <w:tc>
          <w:tcPr>
            <w:tcW w:w="4876" w:type="dxa"/>
            <w:shd w:val="clear" w:color="auto" w:fill="auto"/>
          </w:tcPr>
          <w:p w14:paraId="58ABED9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8ABED9A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58ABED9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8ABEDA3" w14:textId="77777777" w:rsidTr="00142F19">
        <w:tc>
          <w:tcPr>
            <w:tcW w:w="4876" w:type="dxa"/>
            <w:shd w:val="clear" w:color="auto" w:fill="auto"/>
          </w:tcPr>
          <w:p w14:paraId="58ABED9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8ABED9E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9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8ABEDA0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58ABEDA1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58ABEDA2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58ABEDAA" w14:textId="77777777" w:rsidTr="00142F19">
        <w:tc>
          <w:tcPr>
            <w:tcW w:w="4876" w:type="dxa"/>
            <w:shd w:val="clear" w:color="auto" w:fill="auto"/>
          </w:tcPr>
          <w:p w14:paraId="58ABEDA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8ABEDA5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A6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8ABEDA7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8ABEDA8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8ABEDA9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58ABEDB0" w14:textId="77777777" w:rsidTr="00142F19">
        <w:tc>
          <w:tcPr>
            <w:tcW w:w="4876" w:type="dxa"/>
            <w:shd w:val="clear" w:color="auto" w:fill="auto"/>
          </w:tcPr>
          <w:p w14:paraId="58ABEDA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AC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8ABEDAD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8ABEDAE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8ABEDAF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58ABEDB1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8ABEDB2" w14:textId="77777777" w:rsidR="006D0991" w:rsidRDefault="006D0991" w:rsidP="006D0991"/>
    <w:p w14:paraId="58ABEDB3" w14:textId="77777777" w:rsidR="006D0991" w:rsidRDefault="006D0991" w:rsidP="006D0991"/>
    <w:p w14:paraId="58ABEDB4" w14:textId="6C25A75C" w:rsidR="001A7064" w:rsidRPr="005B0B01" w:rsidRDefault="001A7064" w:rsidP="00186250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58ABEDB5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58ABEDB9" w14:textId="77777777" w:rsidTr="00142F19">
        <w:tc>
          <w:tcPr>
            <w:tcW w:w="4799" w:type="dxa"/>
            <w:shd w:val="clear" w:color="auto" w:fill="auto"/>
          </w:tcPr>
          <w:p w14:paraId="58ABEDB6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8ABEDB7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58ABEDB8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8ABEDBE" w14:textId="77777777" w:rsidTr="00142F19">
        <w:tc>
          <w:tcPr>
            <w:tcW w:w="4799" w:type="dxa"/>
            <w:shd w:val="clear" w:color="auto" w:fill="auto"/>
          </w:tcPr>
          <w:p w14:paraId="58ABEDB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8ABEDB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BC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8ABEDB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8ABEDC3" w14:textId="77777777" w:rsidTr="00142F19">
        <w:tc>
          <w:tcPr>
            <w:tcW w:w="4799" w:type="dxa"/>
            <w:shd w:val="clear" w:color="auto" w:fill="auto"/>
          </w:tcPr>
          <w:p w14:paraId="58ABEDB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8ABEDC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C1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8ABEDC2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58ABEDC8" w14:textId="77777777" w:rsidTr="00142F19">
        <w:tc>
          <w:tcPr>
            <w:tcW w:w="4799" w:type="dxa"/>
            <w:shd w:val="clear" w:color="auto" w:fill="auto"/>
          </w:tcPr>
          <w:p w14:paraId="58ABEDC4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8ABEDC5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C6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8ABEDC7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58ABEDCD" w14:textId="77777777" w:rsidTr="00142F19">
        <w:tc>
          <w:tcPr>
            <w:tcW w:w="4799" w:type="dxa"/>
            <w:shd w:val="clear" w:color="auto" w:fill="auto"/>
          </w:tcPr>
          <w:p w14:paraId="58ABEDC9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8ABEDCA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8ABEDCB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8ABEDCC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58ABEDCE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58ABEDCF" w14:textId="271BD38D" w:rsidR="001A7064" w:rsidRPr="00562831" w:rsidRDefault="009550D1" w:rsidP="00186250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7379E1">
        <w:t>VAR TRÈS HAUT DÉBIT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58ABEDD0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58ABEDD4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58ABEDD1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58ABEDD2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58ABEDD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58ABEDD8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58ABEDD5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7379E1">
              <w:t>VAR TRÈS HAUT DÉBIT</w:t>
            </w:r>
          </w:p>
        </w:tc>
        <w:tc>
          <w:tcPr>
            <w:tcW w:w="2160" w:type="dxa"/>
            <w:shd w:val="clear" w:color="auto" w:fill="auto"/>
          </w:tcPr>
          <w:p w14:paraId="58ABEDD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8ABEDD7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58ABEDD9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58ABEDDA" w14:textId="77777777" w:rsidR="00DA5D00" w:rsidRDefault="00DA5D00" w:rsidP="005A167F"/>
    <w:p w14:paraId="58ABEDDB" w14:textId="77777777" w:rsidR="00DA5D00" w:rsidRPr="00246A1F" w:rsidRDefault="00DA5D00" w:rsidP="00DA5D00">
      <w:pPr>
        <w:ind w:left="360"/>
      </w:pPr>
      <w:r>
        <w:t xml:space="preserve"> </w:t>
      </w:r>
    </w:p>
    <w:p w14:paraId="58ABEDDC" w14:textId="718F9BFD" w:rsidR="004E4EA8" w:rsidRPr="00686ACA" w:rsidRDefault="004E4EA8" w:rsidP="00186250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58ABEDDD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58ABEDE1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58ABEDDE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58ABEDDF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8ABEDE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8ABEDE5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58ABEDE2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379E1">
              <w:rPr>
                <w:rFonts w:cs="Arial"/>
                <w:szCs w:val="20"/>
              </w:rPr>
              <w:t>VAR TRÈS HAUT DÉBIT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58ABEDE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58ABEDE4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58ABEDE6" w14:textId="77777777" w:rsidR="0004645F" w:rsidRDefault="0004645F" w:rsidP="00EB4DAE"/>
    <w:p w14:paraId="58ABEDE7" w14:textId="77777777" w:rsidR="0004645F" w:rsidRPr="00987673" w:rsidRDefault="0004645F" w:rsidP="00987673"/>
    <w:p w14:paraId="58ABEDE8" w14:textId="77777777" w:rsidR="001A7064" w:rsidRPr="00246A1F" w:rsidRDefault="001A7064" w:rsidP="001A7064"/>
    <w:p w14:paraId="58ABEDEA" w14:textId="70767E61" w:rsidR="001A7064" w:rsidRPr="00186250" w:rsidRDefault="001A7064" w:rsidP="001A7064">
      <w:pPr>
        <w:pStyle w:val="Titre"/>
      </w:pPr>
      <w:r w:rsidRPr="00577FD1">
        <w:t>pénalités pouvant être dues par l’Opérateur</w:t>
      </w:r>
    </w:p>
    <w:p w14:paraId="7E037D6B" w14:textId="77777777" w:rsidR="00186250" w:rsidRPr="00186250" w:rsidRDefault="00186250" w:rsidP="00186250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58ABEDEB" w14:textId="18074E65" w:rsidR="001A7064" w:rsidRPr="00143B5F" w:rsidRDefault="001A7064" w:rsidP="00186250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58ABEDEC" w14:textId="77777777" w:rsidR="001A7064" w:rsidRDefault="001A7064" w:rsidP="001A7064">
      <w:pPr>
        <w:pStyle w:val="Corpsdetexte"/>
      </w:pPr>
    </w:p>
    <w:p w14:paraId="58ABEDED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7379E1">
        <w:t>VAR TRÈS HAUT DÉBIT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58ABEDF1" w14:textId="77777777" w:rsidTr="00D917BD">
        <w:tc>
          <w:tcPr>
            <w:tcW w:w="4608" w:type="dxa"/>
            <w:shd w:val="clear" w:color="auto" w:fill="auto"/>
          </w:tcPr>
          <w:p w14:paraId="58ABEDE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58ABEDE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58ABEDF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58ABEDF5" w14:textId="77777777" w:rsidTr="00D917BD">
        <w:tc>
          <w:tcPr>
            <w:tcW w:w="4608" w:type="dxa"/>
            <w:shd w:val="clear" w:color="auto" w:fill="auto"/>
          </w:tcPr>
          <w:p w14:paraId="58ABEDF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58ABEDF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8ABEDF4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58ABEDF9" w14:textId="77777777" w:rsidTr="00D917BD">
        <w:tc>
          <w:tcPr>
            <w:tcW w:w="4608" w:type="dxa"/>
            <w:shd w:val="clear" w:color="auto" w:fill="auto"/>
          </w:tcPr>
          <w:p w14:paraId="58ABEDF6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58ABEDF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8ABEDF8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58ABEDFA" w14:textId="77777777" w:rsidR="00E514E0" w:rsidRPr="00E735CF" w:rsidRDefault="00E514E0" w:rsidP="001A7064">
      <w:pPr>
        <w:pStyle w:val="Texte"/>
      </w:pPr>
    </w:p>
    <w:p w14:paraId="58ABEDFB" w14:textId="793173BE" w:rsidR="001A7064" w:rsidRDefault="00186250" w:rsidP="00186250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58ABEDFF" w14:textId="77777777" w:rsidTr="00D917BD">
        <w:tc>
          <w:tcPr>
            <w:tcW w:w="4608" w:type="dxa"/>
            <w:shd w:val="clear" w:color="auto" w:fill="auto"/>
          </w:tcPr>
          <w:p w14:paraId="58ABEDFC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58ABEDFD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58ABEDF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58ABEE03" w14:textId="77777777" w:rsidTr="00D917BD">
        <w:tc>
          <w:tcPr>
            <w:tcW w:w="4608" w:type="dxa"/>
            <w:shd w:val="clear" w:color="auto" w:fill="auto"/>
            <w:vAlign w:val="center"/>
          </w:tcPr>
          <w:p w14:paraId="58ABEE00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58ABEE01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8ABEE02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58ABEE07" w14:textId="77777777" w:rsidTr="00D917BD">
        <w:tc>
          <w:tcPr>
            <w:tcW w:w="4608" w:type="dxa"/>
            <w:shd w:val="clear" w:color="auto" w:fill="auto"/>
            <w:vAlign w:val="center"/>
          </w:tcPr>
          <w:p w14:paraId="58ABEE04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8ABEE0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8ABEE06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58ABEE08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58ABEE0A" w14:textId="18E1E659" w:rsidR="004E4EA8" w:rsidRPr="00186250" w:rsidRDefault="004E4EA8" w:rsidP="004E4EA8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58ABEE0E" w14:textId="77777777" w:rsidTr="00314DF4">
        <w:tc>
          <w:tcPr>
            <w:tcW w:w="4077" w:type="dxa"/>
            <w:shd w:val="clear" w:color="auto" w:fill="auto"/>
          </w:tcPr>
          <w:p w14:paraId="58ABEE0B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58ABEE0C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58ABEE0D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58ABEE12" w14:textId="77777777" w:rsidTr="00314DF4">
        <w:tc>
          <w:tcPr>
            <w:tcW w:w="4077" w:type="dxa"/>
            <w:shd w:val="clear" w:color="auto" w:fill="auto"/>
          </w:tcPr>
          <w:p w14:paraId="58ABEE0F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7379E1">
              <w:rPr>
                <w:rFonts w:cs="Arial"/>
                <w:szCs w:val="20"/>
              </w:rPr>
              <w:t>VAR TRÈS HAUT DÉBIT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58ABEE10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8ABEE11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8ABEE13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BEE17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58ABEE18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58ABEE19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1C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1D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8ABEE1E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58ABEE1F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165395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165395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2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8ABEE2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BEE14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58ABEE15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58ABEE16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1A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1B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EE20" w14:textId="71197363" w:rsidR="00272FED" w:rsidRDefault="00021C5A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786C966C" wp14:editId="78D3AEEF">
          <wp:extent cx="868680" cy="835025"/>
          <wp:effectExtent l="0" t="0" r="7620" b="3175"/>
          <wp:docPr id="741294774" name="Image 1" descr="Une image contenant laiton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94774" name="Image 1" descr="Une image contenant laiton, conception&#10;&#10;Description générée automatiquement avec une confiance moyenn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20082E50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8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336BC"/>
    <w:multiLevelType w:val="hybridMultilevel"/>
    <w:tmpl w:val="ED5C9B7C"/>
    <w:lvl w:ilvl="0" w:tplc="79FC5F9A">
      <w:start w:val="1"/>
      <w:numFmt w:val="decimal"/>
      <w:pStyle w:val="Titre"/>
      <w:lvlText w:val="%1."/>
      <w:lvlJc w:val="left"/>
      <w:pPr>
        <w:ind w:left="4179" w:hanging="360"/>
      </w:p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num w:numId="1" w16cid:durableId="1987395278">
    <w:abstractNumId w:val="14"/>
  </w:num>
  <w:num w:numId="2" w16cid:durableId="128137714">
    <w:abstractNumId w:val="12"/>
  </w:num>
  <w:num w:numId="3" w16cid:durableId="1613052865">
    <w:abstractNumId w:val="10"/>
  </w:num>
  <w:num w:numId="4" w16cid:durableId="170264070">
    <w:abstractNumId w:val="21"/>
  </w:num>
  <w:num w:numId="5" w16cid:durableId="1130516385">
    <w:abstractNumId w:val="22"/>
  </w:num>
  <w:num w:numId="6" w16cid:durableId="1192912189">
    <w:abstractNumId w:val="19"/>
  </w:num>
  <w:num w:numId="7" w16cid:durableId="95906322">
    <w:abstractNumId w:val="23"/>
  </w:num>
  <w:num w:numId="8" w16cid:durableId="1849170425">
    <w:abstractNumId w:val="17"/>
  </w:num>
  <w:num w:numId="9" w16cid:durableId="1719476299">
    <w:abstractNumId w:val="13"/>
  </w:num>
  <w:num w:numId="10" w16cid:durableId="1367831201">
    <w:abstractNumId w:val="18"/>
  </w:num>
  <w:num w:numId="11" w16cid:durableId="60255628">
    <w:abstractNumId w:val="11"/>
  </w:num>
  <w:num w:numId="12" w16cid:durableId="347488184">
    <w:abstractNumId w:val="7"/>
  </w:num>
  <w:num w:numId="13" w16cid:durableId="41904989">
    <w:abstractNumId w:val="8"/>
  </w:num>
  <w:num w:numId="14" w16cid:durableId="714238227">
    <w:abstractNumId w:val="3"/>
  </w:num>
  <w:num w:numId="15" w16cid:durableId="997923245">
    <w:abstractNumId w:val="2"/>
  </w:num>
  <w:num w:numId="16" w16cid:durableId="1832406699">
    <w:abstractNumId w:val="1"/>
  </w:num>
  <w:num w:numId="17" w16cid:durableId="367536948">
    <w:abstractNumId w:val="0"/>
  </w:num>
  <w:num w:numId="18" w16cid:durableId="484782895">
    <w:abstractNumId w:val="6"/>
  </w:num>
  <w:num w:numId="19" w16cid:durableId="732312610">
    <w:abstractNumId w:val="5"/>
  </w:num>
  <w:num w:numId="20" w16cid:durableId="1485005920">
    <w:abstractNumId w:val="4"/>
  </w:num>
  <w:num w:numId="21" w16cid:durableId="1764910181">
    <w:abstractNumId w:val="9"/>
  </w:num>
  <w:num w:numId="22" w16cid:durableId="1095511957">
    <w:abstractNumId w:val="20"/>
  </w:num>
  <w:num w:numId="23" w16cid:durableId="860357124">
    <w:abstractNumId w:val="16"/>
  </w:num>
  <w:num w:numId="24" w16cid:durableId="1560240986">
    <w:abstractNumId w:val="15"/>
  </w:num>
  <w:num w:numId="25" w16cid:durableId="2009091039">
    <w:abstractNumId w:val="2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529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1C5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5395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625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97C94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4A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379E1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8ABED69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186250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186250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86250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186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EE4106-76F6-43CB-B07A-01D051B84D2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A838D400-AF02-4E2F-B940-F78D7986EB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02B27D-6DD6-4339-817A-6E18919FE561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1086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3</cp:revision>
  <cp:lastPrinted>2017-03-27T10:57:00Z</cp:lastPrinted>
  <dcterms:created xsi:type="dcterms:W3CDTF">2022-12-22T09:42:00Z</dcterms:created>
  <dcterms:modified xsi:type="dcterms:W3CDTF">2023-08-22T09:39:00Z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